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5426F" w14:textId="3094DDA4" w:rsidR="00B4015F" w:rsidRDefault="00C17547" w:rsidP="00B4015F">
      <w:pPr>
        <w:pStyle w:val="MStitle"/>
      </w:pPr>
      <w:r>
        <w:t>Stability zones derived from 5</w:t>
      </w:r>
      <w:r w:rsidR="008F193A">
        <w:t>2</w:t>
      </w:r>
      <w:r>
        <w:t xml:space="preserve"> Sentinel-1 interferograms during spring 2017</w:t>
      </w:r>
    </w:p>
    <w:p w14:paraId="33F28E24" w14:textId="77777777" w:rsidR="00556777" w:rsidRDefault="00556777" w:rsidP="00B4015F">
      <w:pPr>
        <w:rPr>
          <w:b/>
        </w:rPr>
      </w:pPr>
    </w:p>
    <w:p w14:paraId="52A72865" w14:textId="4378520B" w:rsidR="003A4FB4" w:rsidRDefault="0059337F" w:rsidP="0059337F">
      <w:r>
        <w:t xml:space="preserve">The shapefiles contain </w:t>
      </w:r>
      <w:r w:rsidR="004A20F8">
        <w:t>mapped</w:t>
      </w:r>
      <w:r>
        <w:t xml:space="preserve"> landfast ice</w:t>
      </w:r>
      <w:r w:rsidR="00204CDE">
        <w:t xml:space="preserve"> (combined stabilized and non-stabilized)</w:t>
      </w:r>
      <w:r>
        <w:t>, stabilized ice, bottomfast sea ice</w:t>
      </w:r>
      <w:bookmarkStart w:id="0" w:name="_GoBack"/>
      <w:bookmarkEnd w:id="0"/>
      <w:r>
        <w:t xml:space="preserve">, and total coverage. The files are separated into </w:t>
      </w:r>
      <w:r w:rsidR="004A20F8">
        <w:t>the Beaufort, Chukchi, East Siberian, Laptev and Kara Seas</w:t>
      </w:r>
      <w:r>
        <w:t xml:space="preserve">. Together these shapefiles cover the areas described in the manuscript. </w:t>
      </w:r>
    </w:p>
    <w:sectPr w:rsidR="003A4FB4" w:rsidSect="0091791F">
      <w:footerReference w:type="default" r:id="rId8"/>
      <w:pgSz w:w="11907" w:h="13608"/>
      <w:pgMar w:top="567" w:right="936" w:bottom="1338" w:left="936" w:header="0" w:footer="737" w:gutter="0"/>
      <w:lnNumType w:countBy="5" w:distance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343CC" w14:textId="77777777" w:rsidR="00091839" w:rsidRDefault="00091839" w:rsidP="006D0C96">
      <w:pPr>
        <w:spacing w:line="240" w:lineRule="auto"/>
      </w:pPr>
      <w:r>
        <w:separator/>
      </w:r>
    </w:p>
  </w:endnote>
  <w:endnote w:type="continuationSeparator" w:id="0">
    <w:p w14:paraId="57272D0A" w14:textId="77777777" w:rsidR="00091839" w:rsidRDefault="00091839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35B4F" w14:textId="77777777"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9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B2A802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EAC312" w14:textId="77777777" w:rsidR="00091839" w:rsidRDefault="00091839" w:rsidP="006D0C96">
      <w:pPr>
        <w:spacing w:line="240" w:lineRule="auto"/>
      </w:pPr>
      <w:r>
        <w:separator/>
      </w:r>
    </w:p>
  </w:footnote>
  <w:footnote w:type="continuationSeparator" w:id="0">
    <w:p w14:paraId="525B4562" w14:textId="77777777" w:rsidR="00091839" w:rsidRDefault="00091839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213"/>
    <w:rsid w:val="0005690A"/>
    <w:rsid w:val="00075F28"/>
    <w:rsid w:val="00091839"/>
    <w:rsid w:val="000A1B66"/>
    <w:rsid w:val="000C3A9F"/>
    <w:rsid w:val="001C5EB9"/>
    <w:rsid w:val="00203F92"/>
    <w:rsid w:val="00204CDE"/>
    <w:rsid w:val="002772EF"/>
    <w:rsid w:val="003118C8"/>
    <w:rsid w:val="003A4FB4"/>
    <w:rsid w:val="003D5288"/>
    <w:rsid w:val="00450DB9"/>
    <w:rsid w:val="00463568"/>
    <w:rsid w:val="004A20F8"/>
    <w:rsid w:val="004D0F1A"/>
    <w:rsid w:val="0055217B"/>
    <w:rsid w:val="00556777"/>
    <w:rsid w:val="00564213"/>
    <w:rsid w:val="0059337F"/>
    <w:rsid w:val="005A4F32"/>
    <w:rsid w:val="006326D7"/>
    <w:rsid w:val="00670F05"/>
    <w:rsid w:val="006D0C96"/>
    <w:rsid w:val="0070537F"/>
    <w:rsid w:val="00751A44"/>
    <w:rsid w:val="00796A7F"/>
    <w:rsid w:val="007F3595"/>
    <w:rsid w:val="00855006"/>
    <w:rsid w:val="008B719F"/>
    <w:rsid w:val="008E213F"/>
    <w:rsid w:val="008E3110"/>
    <w:rsid w:val="008F193A"/>
    <w:rsid w:val="009150E4"/>
    <w:rsid w:val="0091791F"/>
    <w:rsid w:val="00932F15"/>
    <w:rsid w:val="00937000"/>
    <w:rsid w:val="00943440"/>
    <w:rsid w:val="009D38E2"/>
    <w:rsid w:val="009F2C0A"/>
    <w:rsid w:val="00A774D1"/>
    <w:rsid w:val="00AE4157"/>
    <w:rsid w:val="00B4015F"/>
    <w:rsid w:val="00B5719D"/>
    <w:rsid w:val="00B61064"/>
    <w:rsid w:val="00B75342"/>
    <w:rsid w:val="00B94A58"/>
    <w:rsid w:val="00BD0523"/>
    <w:rsid w:val="00C1589F"/>
    <w:rsid w:val="00C17547"/>
    <w:rsid w:val="00C26311"/>
    <w:rsid w:val="00C35812"/>
    <w:rsid w:val="00C82F79"/>
    <w:rsid w:val="00CC51D0"/>
    <w:rsid w:val="00D40CE0"/>
    <w:rsid w:val="00DB4E53"/>
    <w:rsid w:val="00E00339"/>
    <w:rsid w:val="00E142A8"/>
    <w:rsid w:val="00E617E4"/>
    <w:rsid w:val="00ED6B96"/>
    <w:rsid w:val="00EE58C0"/>
    <w:rsid w:val="00EF25E8"/>
    <w:rsid w:val="00F35903"/>
    <w:rsid w:val="00F5258E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A75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C6120-A380-1F41-B0FF-CF7478D76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C:\CopernicusTemplates\Free-Forms\Blank.dotm</Template>
  <TotalTime>129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Oliver Dammann</cp:lastModifiedBy>
  <cp:revision>47</cp:revision>
  <cp:lastPrinted>2016-02-01T07:21:00Z</cp:lastPrinted>
  <dcterms:created xsi:type="dcterms:W3CDTF">2015-12-16T05:52:00Z</dcterms:created>
  <dcterms:modified xsi:type="dcterms:W3CDTF">2018-12-07T14:06:00Z</dcterms:modified>
</cp:coreProperties>
</file>