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A5426F" w14:textId="0FE17A78" w:rsidR="00B4015F" w:rsidRPr="00755F32" w:rsidRDefault="00556777" w:rsidP="00B4015F">
      <w:pPr>
        <w:pStyle w:val="MStitle"/>
      </w:pPr>
      <w:r w:rsidRPr="00755F32">
        <w:t>Granule names for 5</w:t>
      </w:r>
      <w:r w:rsidR="00AA7DB4" w:rsidRPr="00755F32">
        <w:t>2</w:t>
      </w:r>
      <w:r w:rsidRPr="00755F32">
        <w:t xml:space="preserve"> Sentinel-1 interferogram pairs</w:t>
      </w:r>
    </w:p>
    <w:p w14:paraId="33F28E24" w14:textId="77777777" w:rsidR="00556777" w:rsidRPr="00755F32" w:rsidRDefault="00556777" w:rsidP="00B4015F">
      <w:pPr>
        <w:rPr>
          <w:b/>
        </w:rPr>
      </w:pPr>
    </w:p>
    <w:p w14:paraId="7B43D18B" w14:textId="77777777" w:rsidR="00556777" w:rsidRPr="00755F32" w:rsidRDefault="00556777" w:rsidP="00B4015F">
      <w:r w:rsidRPr="00755F32">
        <w:t>All data was obtained from Alaska Satellite Facility (ASF) through the Vertex interface: https://vertex.daac.asf.alaska.edu/</w:t>
      </w:r>
    </w:p>
    <w:p w14:paraId="73CAB2DC" w14:textId="6200A5BD" w:rsidR="00556777" w:rsidRPr="00755F32" w:rsidRDefault="007F3595" w:rsidP="00B4015F">
      <w:r w:rsidRPr="00755F32">
        <w:t>The following granule p</w:t>
      </w:r>
      <w:bookmarkStart w:id="0" w:name="_GoBack"/>
      <w:bookmarkEnd w:id="0"/>
      <w:r w:rsidRPr="00755F32">
        <w:t>airs were used in the</w:t>
      </w:r>
      <w:r w:rsidR="00556777" w:rsidRPr="00755F32">
        <w:t xml:space="preserve"> analysis. Please visit </w:t>
      </w:r>
      <w:r w:rsidR="00196A47">
        <w:t xml:space="preserve">either </w:t>
      </w:r>
      <w:r w:rsidR="00556777" w:rsidRPr="00755F32">
        <w:t>the ASF website</w:t>
      </w:r>
      <w:r w:rsidR="00196A47" w:rsidRPr="00196A47">
        <w:rPr>
          <w:color w:val="000000" w:themeColor="text1"/>
        </w:rPr>
        <w:t xml:space="preserve"> or the </w:t>
      </w:r>
      <w:r w:rsidR="00196A47" w:rsidRPr="00196A47">
        <w:rPr>
          <w:color w:val="000000" w:themeColor="text1"/>
        </w:rPr>
        <w:t>Copernicus Open Access Hub (https://scihub.copernicus.eu/)</w:t>
      </w:r>
      <w:r w:rsidR="00556777" w:rsidRPr="00196A47">
        <w:rPr>
          <w:color w:val="000000" w:themeColor="text1"/>
        </w:rPr>
        <w:t xml:space="preserve"> to </w:t>
      </w:r>
      <w:r w:rsidR="00937000" w:rsidRPr="00196A47">
        <w:rPr>
          <w:color w:val="000000" w:themeColor="text1"/>
        </w:rPr>
        <w:t xml:space="preserve">download this data or </w:t>
      </w:r>
      <w:r w:rsidR="00556777" w:rsidRPr="00196A47">
        <w:rPr>
          <w:color w:val="000000" w:themeColor="text1"/>
        </w:rPr>
        <w:t xml:space="preserve">obtain specific </w:t>
      </w:r>
      <w:r w:rsidR="00556777" w:rsidRPr="00755F32">
        <w:t xml:space="preserve">image data for each granule if needed. </w:t>
      </w:r>
    </w:p>
    <w:p w14:paraId="423C9B61" w14:textId="77777777" w:rsidR="00C82F79" w:rsidRPr="00755F32" w:rsidRDefault="00B4015F" w:rsidP="00B4015F">
      <w:pPr>
        <w:rPr>
          <w:szCs w:val="20"/>
        </w:rPr>
      </w:pPr>
      <w:r w:rsidRPr="00755F32">
        <w:t xml:space="preserve"> </w:t>
      </w:r>
    </w:p>
    <w:p w14:paraId="7F032BC0" w14:textId="77777777" w:rsidR="00491E6C" w:rsidRPr="00755F32" w:rsidRDefault="00491E6C" w:rsidP="00491E6C">
      <w:pPr>
        <w:spacing w:line="240" w:lineRule="auto"/>
        <w:jc w:val="left"/>
        <w:rPr>
          <w:szCs w:val="20"/>
          <w:lang w:val="en-US" w:eastAsia="en-US"/>
        </w:rPr>
      </w:pPr>
      <w:r w:rsidRPr="00755F32">
        <w:rPr>
          <w:color w:val="333333"/>
          <w:szCs w:val="20"/>
          <w:shd w:val="clear" w:color="auto" w:fill="F9F9F9"/>
          <w:lang w:val="en-US" w:eastAsia="en-US"/>
        </w:rPr>
        <w:t>S1B_IW_SLC__1SDV_20170207T220159_20170207T220227_</w:t>
      </w:r>
      <w:r w:rsidRPr="00755F32">
        <w:rPr>
          <w:color w:val="333333"/>
          <w:szCs w:val="20"/>
          <w:lang w:val="en-US" w:eastAsia="en-US"/>
        </w:rPr>
        <w:t>004200_007472</w:t>
      </w:r>
      <w:r w:rsidRPr="00755F32">
        <w:rPr>
          <w:color w:val="333333"/>
          <w:szCs w:val="20"/>
          <w:shd w:val="clear" w:color="auto" w:fill="F9F9F9"/>
          <w:lang w:val="en-US" w:eastAsia="en-US"/>
        </w:rPr>
        <w:t>_6608</w:t>
      </w:r>
    </w:p>
    <w:p w14:paraId="7569D3F1" w14:textId="77777777" w:rsidR="00A751A7" w:rsidRPr="00755F32" w:rsidRDefault="00A751A7" w:rsidP="00A751A7">
      <w:pPr>
        <w:spacing w:line="240" w:lineRule="auto"/>
        <w:jc w:val="left"/>
        <w:rPr>
          <w:szCs w:val="20"/>
          <w:lang w:val="en-US" w:eastAsia="en-US"/>
        </w:rPr>
      </w:pPr>
      <w:r w:rsidRPr="00755F32">
        <w:rPr>
          <w:color w:val="333333"/>
          <w:szCs w:val="20"/>
          <w:shd w:val="clear" w:color="auto" w:fill="FFFFFF"/>
          <w:lang w:val="en-US" w:eastAsia="en-US"/>
        </w:rPr>
        <w:t>S1B_IW_SLC__1SDV_20170219T220159_20170219T220227_004375_0079BB_1794</w:t>
      </w:r>
    </w:p>
    <w:p w14:paraId="4F6D4B56" w14:textId="77777777" w:rsidR="00CF46B4" w:rsidRPr="00755F32" w:rsidRDefault="00CF46B4" w:rsidP="00B4015F">
      <w:pPr>
        <w:rPr>
          <w:szCs w:val="20"/>
          <w:lang w:val="en-US"/>
        </w:rPr>
      </w:pPr>
    </w:p>
    <w:p w14:paraId="7ADA0580" w14:textId="03C4D87E" w:rsidR="00AA7DB4" w:rsidRPr="00755F32" w:rsidRDefault="00AA7DB4" w:rsidP="00AA7DB4">
      <w:pPr>
        <w:spacing w:line="240" w:lineRule="auto"/>
        <w:jc w:val="left"/>
        <w:rPr>
          <w:szCs w:val="20"/>
          <w:lang w:val="en-US" w:eastAsia="en-US"/>
        </w:rPr>
      </w:pPr>
      <w:r w:rsidRPr="00755F32">
        <w:rPr>
          <w:color w:val="333333"/>
          <w:szCs w:val="20"/>
          <w:shd w:val="clear" w:color="auto" w:fill="F9F9F9"/>
          <w:lang w:val="en-US" w:eastAsia="en-US"/>
        </w:rPr>
        <w:t>S1B_IW_SLC__1SDV_20170410T214528_20170410T214552_005104_008EEB_EC4E</w:t>
      </w:r>
    </w:p>
    <w:p w14:paraId="161AD2E6" w14:textId="60FDBC82" w:rsidR="00A751A7" w:rsidRPr="00755F32" w:rsidRDefault="00AA7DB4" w:rsidP="00611CCC">
      <w:pPr>
        <w:spacing w:line="240" w:lineRule="auto"/>
        <w:jc w:val="left"/>
        <w:rPr>
          <w:szCs w:val="20"/>
          <w:lang w:val="en-US" w:eastAsia="en-US"/>
        </w:rPr>
      </w:pPr>
      <w:r w:rsidRPr="00755F32">
        <w:rPr>
          <w:color w:val="333333"/>
          <w:szCs w:val="20"/>
          <w:shd w:val="clear" w:color="auto" w:fill="FFFFFF"/>
          <w:lang w:val="en-US" w:eastAsia="en-US"/>
        </w:rPr>
        <w:t>S1B_IW_SLC__1SDV_20170422T214529_20170422T214553_005279_0093F9_9D54</w:t>
      </w:r>
    </w:p>
    <w:p w14:paraId="37BE0982" w14:textId="77777777" w:rsidR="00A751A7" w:rsidRPr="00755F32" w:rsidRDefault="00A751A7" w:rsidP="00B4015F">
      <w:pPr>
        <w:rPr>
          <w:szCs w:val="20"/>
          <w:lang w:val="en-US"/>
        </w:rPr>
      </w:pPr>
    </w:p>
    <w:p w14:paraId="2A21C303" w14:textId="77777777" w:rsidR="00556777" w:rsidRPr="00755F32" w:rsidRDefault="00556777" w:rsidP="00556777">
      <w:pPr>
        <w:rPr>
          <w:szCs w:val="20"/>
        </w:rPr>
      </w:pPr>
      <w:r w:rsidRPr="00755F32">
        <w:rPr>
          <w:szCs w:val="20"/>
        </w:rPr>
        <w:t>S1B_IW_SLC__1SSV_20170404T174055_20170404T174124_005014_008C4C_CF65</w:t>
      </w:r>
    </w:p>
    <w:p w14:paraId="6C431DB5" w14:textId="77777777" w:rsidR="00556777" w:rsidRPr="00755F32" w:rsidRDefault="00556777" w:rsidP="00556777">
      <w:pPr>
        <w:rPr>
          <w:szCs w:val="20"/>
        </w:rPr>
      </w:pPr>
      <w:r w:rsidRPr="00755F32">
        <w:rPr>
          <w:szCs w:val="20"/>
        </w:rPr>
        <w:t>S1B_IW_SLC__1SSV_20170416T174055_20170416T174125_005189_00914D_396C</w:t>
      </w:r>
    </w:p>
    <w:p w14:paraId="65D79DDD" w14:textId="77777777" w:rsidR="00556777" w:rsidRPr="00755F32" w:rsidRDefault="00556777" w:rsidP="00556777"/>
    <w:p w14:paraId="1BD023E5" w14:textId="77777777" w:rsidR="00556777" w:rsidRPr="00755F32" w:rsidRDefault="00556777" w:rsidP="00556777">
      <w:r w:rsidRPr="00755F32">
        <w:t>S1B_IW_SLC__1SDV_20170409T042610_20170409T042637_005079_008E2A_042C</w:t>
      </w:r>
    </w:p>
    <w:p w14:paraId="1AFDBE4B" w14:textId="77777777" w:rsidR="00556777" w:rsidRPr="00755F32" w:rsidRDefault="00556777" w:rsidP="00556777">
      <w:r w:rsidRPr="00755F32">
        <w:t>S1B_IW_SLC__1SDV_20170503T042611_20170503T042638_005429_009846_80CA</w:t>
      </w:r>
    </w:p>
    <w:p w14:paraId="1379FC45" w14:textId="77777777" w:rsidR="00556777" w:rsidRPr="00755F32" w:rsidRDefault="00556777" w:rsidP="00556777"/>
    <w:p w14:paraId="49CF9F4F" w14:textId="77777777" w:rsidR="00556777" w:rsidRPr="00755F32" w:rsidRDefault="00556777" w:rsidP="00556777">
      <w:r w:rsidRPr="00755F32">
        <w:t>S1B_IW_SLC__1SDV_20170409T042634_20170409T042701_005079_008E2A_74B3</w:t>
      </w:r>
    </w:p>
    <w:p w14:paraId="3D1F750A" w14:textId="77777777" w:rsidR="00556777" w:rsidRPr="00755F32" w:rsidRDefault="00556777" w:rsidP="00556777">
      <w:r w:rsidRPr="00755F32">
        <w:t>S1B_IW_SLC__1SDV_20170503T042636_20170503T042703_005429_009846_FF7C</w:t>
      </w:r>
    </w:p>
    <w:p w14:paraId="7AD9C437" w14:textId="77777777" w:rsidR="00556777" w:rsidRPr="00755F32" w:rsidRDefault="00556777" w:rsidP="00556777"/>
    <w:p w14:paraId="0F496C0B" w14:textId="77777777" w:rsidR="00556777" w:rsidRPr="00755F32" w:rsidRDefault="00556777" w:rsidP="00556777">
      <w:r w:rsidRPr="00755F32">
        <w:t>S1B_IW_SLC__1SDV_20170409T042659_20170409T042727_005079_008E2A_64F9</w:t>
      </w:r>
    </w:p>
    <w:p w14:paraId="0EC2916E" w14:textId="77777777" w:rsidR="00556777" w:rsidRPr="00755F32" w:rsidRDefault="00556777" w:rsidP="00556777">
      <w:r w:rsidRPr="00755F32">
        <w:t>S1B_IW_SLC__1SDV_20170503T042700_20170503T042728_005429_009846_1CDD</w:t>
      </w:r>
    </w:p>
    <w:p w14:paraId="5951DB9C" w14:textId="77777777" w:rsidR="00556777" w:rsidRPr="00755F32" w:rsidRDefault="00556777" w:rsidP="00556777"/>
    <w:p w14:paraId="3462E7C8" w14:textId="77777777" w:rsidR="00556777" w:rsidRPr="00755F32" w:rsidRDefault="00556777" w:rsidP="00556777">
      <w:r w:rsidRPr="00755F32">
        <w:t>S1B_IW_SLC__1SDV_20170411T041047_20170411T041115_005108_008F04_AA6A</w:t>
      </w:r>
    </w:p>
    <w:p w14:paraId="5162C403" w14:textId="77777777" w:rsidR="00556777" w:rsidRPr="00755F32" w:rsidRDefault="00556777" w:rsidP="00556777">
      <w:r w:rsidRPr="00755F32">
        <w:t>S1B_IW_SLC__1SDV_20170423T041048_20170423T041116_005283_009411_E177</w:t>
      </w:r>
    </w:p>
    <w:p w14:paraId="5506978E" w14:textId="77777777" w:rsidR="00556777" w:rsidRPr="00755F32" w:rsidRDefault="00556777" w:rsidP="00556777"/>
    <w:p w14:paraId="78F11513" w14:textId="77777777" w:rsidR="00556777" w:rsidRPr="00755F32" w:rsidRDefault="00556777" w:rsidP="00556777">
      <w:r w:rsidRPr="00755F32">
        <w:t>S1B_IW_SLC__1SDV_20170425T035437_20170425T035505_005312_0094E9_2372</w:t>
      </w:r>
    </w:p>
    <w:p w14:paraId="53C268B8" w14:textId="77777777" w:rsidR="00556777" w:rsidRPr="00755F32" w:rsidRDefault="00556777" w:rsidP="00556777">
      <w:r w:rsidRPr="00755F32">
        <w:t>S1B_IW_SLC__1SDV_20170507T035438_20170507T035506_005487_0099D5_C745</w:t>
      </w:r>
    </w:p>
    <w:p w14:paraId="64384D8F" w14:textId="77777777" w:rsidR="00556777" w:rsidRPr="00755F32" w:rsidRDefault="00556777" w:rsidP="00556777"/>
    <w:p w14:paraId="5F04444F" w14:textId="77777777" w:rsidR="00556777" w:rsidRPr="00755F32" w:rsidRDefault="00556777" w:rsidP="00556777">
      <w:r w:rsidRPr="00755F32">
        <w:t>S1B_IW_SLC__1SDV_20170415T033809_20170415T033843_005166_0090A5_0938</w:t>
      </w:r>
    </w:p>
    <w:p w14:paraId="41BD70FA" w14:textId="77777777" w:rsidR="00556777" w:rsidRPr="00755F32" w:rsidRDefault="00556777" w:rsidP="00556777">
      <w:r w:rsidRPr="00755F32">
        <w:t>S1B_IW_SLC__1SDV_20170509T033811_20170509T033844_005516_009AA2_1A0A</w:t>
      </w:r>
    </w:p>
    <w:p w14:paraId="1BA3FE57" w14:textId="77777777" w:rsidR="00556777" w:rsidRPr="00755F32" w:rsidRDefault="00556777" w:rsidP="00556777"/>
    <w:p w14:paraId="7D610912" w14:textId="77777777" w:rsidR="00556777" w:rsidRPr="00755F32" w:rsidRDefault="00556777" w:rsidP="00556777">
      <w:r w:rsidRPr="00755F32">
        <w:t>S1B_IW_SLC__1SDV_20170417T032145_20170417T032213_005195_009174_197E</w:t>
      </w:r>
    </w:p>
    <w:p w14:paraId="0EA603F5" w14:textId="77777777" w:rsidR="00556777" w:rsidRPr="00755F32" w:rsidRDefault="00556777" w:rsidP="00556777">
      <w:r w:rsidRPr="00755F32">
        <w:lastRenderedPageBreak/>
        <w:t>S1B_IW_SLC__1SDV_20170429T032146_20170429T032213_005370_009693_63E2</w:t>
      </w:r>
    </w:p>
    <w:p w14:paraId="11F290C5" w14:textId="77777777" w:rsidR="00556777" w:rsidRPr="00755F32" w:rsidRDefault="00556777" w:rsidP="00556777"/>
    <w:p w14:paraId="21A882FA" w14:textId="77777777" w:rsidR="00556777" w:rsidRPr="00755F32" w:rsidRDefault="00556777" w:rsidP="00556777">
      <w:r w:rsidRPr="00755F32">
        <w:t>S1A_IW_SLC__1SDV_20170408T025731_20170408T025759_016047_01A7BA_0AE8</w:t>
      </w:r>
    </w:p>
    <w:p w14:paraId="58B56724" w14:textId="77777777" w:rsidR="00556777" w:rsidRPr="00755F32" w:rsidRDefault="00556777" w:rsidP="00556777">
      <w:r w:rsidRPr="00755F32">
        <w:t>S1A_IW_SLC__1SDV_20170502T025732_20170502T025800_016397_01B266_E201</w:t>
      </w:r>
    </w:p>
    <w:p w14:paraId="4242C45E" w14:textId="77777777" w:rsidR="00556777" w:rsidRPr="00755F32" w:rsidRDefault="00556777" w:rsidP="00556777"/>
    <w:p w14:paraId="16742065" w14:textId="77777777" w:rsidR="00556777" w:rsidRPr="00755F32" w:rsidRDefault="00556777" w:rsidP="00556777">
      <w:r w:rsidRPr="00755F32">
        <w:t>S1A_IW_SLC__1SDV_20170410T024059_20170410T024124_016076_01A8A4_D81B</w:t>
      </w:r>
    </w:p>
    <w:p w14:paraId="000B78CB" w14:textId="77777777" w:rsidR="00556777" w:rsidRPr="00755F32" w:rsidRDefault="00556777" w:rsidP="00556777">
      <w:r w:rsidRPr="00755F32">
        <w:t>S1A_IW_SLC__1SDV_20170422T024059_20170422T024124_016251_01ADFF_1DBE</w:t>
      </w:r>
    </w:p>
    <w:p w14:paraId="5325BCC4" w14:textId="77777777" w:rsidR="00556777" w:rsidRPr="00755F32" w:rsidRDefault="00556777" w:rsidP="00556777"/>
    <w:p w14:paraId="69C78DCF" w14:textId="77777777" w:rsidR="00556777" w:rsidRPr="00755F32" w:rsidRDefault="00556777" w:rsidP="00556777">
      <w:r w:rsidRPr="00755F32">
        <w:t>S1A_IW_SLC__1SDV_20170319T022428_20170319T022456_015755_019F03_9787</w:t>
      </w:r>
    </w:p>
    <w:p w14:paraId="2798272D" w14:textId="77777777" w:rsidR="00556777" w:rsidRPr="00755F32" w:rsidRDefault="00556777" w:rsidP="00556777">
      <w:r w:rsidRPr="00755F32">
        <w:t>S1A_IW_SLC__1SDV_20170331T022428_20170331T022456_015930_01A436_0A19</w:t>
      </w:r>
    </w:p>
    <w:p w14:paraId="1323AF2F" w14:textId="77777777" w:rsidR="00556777" w:rsidRPr="00755F32" w:rsidRDefault="00556777" w:rsidP="00556777"/>
    <w:p w14:paraId="5B045CA3" w14:textId="77777777" w:rsidR="00556777" w:rsidRPr="00755F32" w:rsidRDefault="00556777" w:rsidP="00556777">
      <w:r w:rsidRPr="00755F32">
        <w:t>S1A_IW_SLC__1SDV_20170309T020806_20170309T020834_015609_019AAA_D537</w:t>
      </w:r>
    </w:p>
    <w:p w14:paraId="5162CCC1" w14:textId="77777777" w:rsidR="00556777" w:rsidRPr="00755F32" w:rsidRDefault="00556777" w:rsidP="00556777">
      <w:r w:rsidRPr="00755F32">
        <w:t>S1A_IW_SLC__1SDV_20170321T020806_20170321T020834_015784_019FDF_954A</w:t>
      </w:r>
    </w:p>
    <w:p w14:paraId="5655E566" w14:textId="77777777" w:rsidR="00556777" w:rsidRPr="00755F32" w:rsidRDefault="00556777" w:rsidP="00556777"/>
    <w:p w14:paraId="384E595D" w14:textId="77777777" w:rsidR="00556777" w:rsidRPr="00755F32" w:rsidRDefault="00556777" w:rsidP="00556777">
      <w:r w:rsidRPr="00755F32">
        <w:t>S1A_IW_SLC__1SDV_20170311T015139_20170311T015207_015638_019B88_7EFD</w:t>
      </w:r>
    </w:p>
    <w:p w14:paraId="30C7206C" w14:textId="77777777" w:rsidR="00556777" w:rsidRPr="00755F32" w:rsidRDefault="00556777" w:rsidP="00556777">
      <w:r w:rsidRPr="00755F32">
        <w:t>S1A_IW_SLC__1SDV_20170323T015139_20170323T015207_015813_01A0BD_A650</w:t>
      </w:r>
    </w:p>
    <w:p w14:paraId="6233AEB1" w14:textId="77777777" w:rsidR="00556777" w:rsidRPr="00755F32" w:rsidRDefault="00556777" w:rsidP="00556777"/>
    <w:p w14:paraId="73C1A5DF" w14:textId="77777777" w:rsidR="00556777" w:rsidRPr="00755F32" w:rsidRDefault="00556777" w:rsidP="00556777">
      <w:r w:rsidRPr="00755F32">
        <w:t>S1A_IW_SLC__1SDV_20170406T013508_20170406T013536_016017_01A6CB_1453</w:t>
      </w:r>
    </w:p>
    <w:p w14:paraId="67055997" w14:textId="77777777" w:rsidR="00556777" w:rsidRPr="00755F32" w:rsidRDefault="00556777" w:rsidP="00556777">
      <w:r w:rsidRPr="00755F32">
        <w:t>S1A_IW_SLC__1SDV_20170418T013509_20170418T013537_016192_01AC29_5B91</w:t>
      </w:r>
    </w:p>
    <w:p w14:paraId="534AE02E" w14:textId="77777777" w:rsidR="00556777" w:rsidRPr="00755F32" w:rsidRDefault="00556777" w:rsidP="00556777"/>
    <w:p w14:paraId="7A8714E2" w14:textId="77777777" w:rsidR="00556777" w:rsidRPr="00755F32" w:rsidRDefault="00556777" w:rsidP="00556777">
      <w:r w:rsidRPr="00755F32">
        <w:t>S1B_IW_SLC__1SDV_20170414T175714_20170414T175744_005160_00907D_7BD5</w:t>
      </w:r>
    </w:p>
    <w:p w14:paraId="2B390994" w14:textId="77777777" w:rsidR="00556777" w:rsidRPr="00755F32" w:rsidRDefault="00556777" w:rsidP="00556777">
      <w:r w:rsidRPr="00755F32">
        <w:t>S1B_IW_SLC__1SDV_20170426T175714_20170426T175744_005335_0095A1_41D5</w:t>
      </w:r>
    </w:p>
    <w:p w14:paraId="463146C3" w14:textId="77777777" w:rsidR="00556777" w:rsidRPr="00755F32" w:rsidRDefault="00556777" w:rsidP="00556777"/>
    <w:p w14:paraId="6B747211" w14:textId="77777777" w:rsidR="00556777" w:rsidRPr="00755F32" w:rsidRDefault="00556777" w:rsidP="00556777">
      <w:r w:rsidRPr="00755F32">
        <w:t>S1B_IW_SLC__1SDV_20170302T180524_20170302T180554_004533_007E49_417C</w:t>
      </w:r>
    </w:p>
    <w:p w14:paraId="6D48DE19" w14:textId="77777777" w:rsidR="00556777" w:rsidRPr="00755F32" w:rsidRDefault="00556777" w:rsidP="00556777">
      <w:r w:rsidRPr="00755F32">
        <w:t>S1B_IW_SLC__1SDV_20170314T180525_20170314T180554_004708_008377_CB43</w:t>
      </w:r>
    </w:p>
    <w:p w14:paraId="1F7D62E4" w14:textId="77777777" w:rsidR="00556777" w:rsidRPr="00755F32" w:rsidRDefault="00556777" w:rsidP="00556777"/>
    <w:p w14:paraId="28477768" w14:textId="77777777" w:rsidR="00556777" w:rsidRPr="00755F32" w:rsidRDefault="00556777" w:rsidP="00556777">
      <w:r w:rsidRPr="00755F32">
        <w:t>S1B_IW_SLC__1SDV_20170422T182944_20170422T183014_005277_0093E8_7B58</w:t>
      </w:r>
    </w:p>
    <w:p w14:paraId="58BC9B8F" w14:textId="77777777" w:rsidR="00556777" w:rsidRPr="00755F32" w:rsidRDefault="00556777" w:rsidP="00556777">
      <w:r w:rsidRPr="00755F32">
        <w:t>S1B_IW_SLC__1SDV_20170504T182944_20170504T183014_005452_0098EB_2C77</w:t>
      </w:r>
    </w:p>
    <w:p w14:paraId="56A8A16D" w14:textId="77777777" w:rsidR="00556777" w:rsidRPr="00755F32" w:rsidRDefault="00556777" w:rsidP="00556777"/>
    <w:p w14:paraId="1E45C2B1" w14:textId="77777777" w:rsidR="00556777" w:rsidRPr="00755F32" w:rsidRDefault="00556777" w:rsidP="00556777">
      <w:r w:rsidRPr="00755F32">
        <w:t>S1B_IW_SLC__1SDV_20170408T184601_20170408T184631_005073_008DFF_9185</w:t>
      </w:r>
    </w:p>
    <w:p w14:paraId="754ACFF2" w14:textId="77777777" w:rsidR="00556777" w:rsidRPr="00755F32" w:rsidRDefault="00556777" w:rsidP="00556777">
      <w:r w:rsidRPr="00755F32">
        <w:t>S1B_IW_SLC__1SDV_20170420T184602_20170420T184632_005248_00930E_AB18</w:t>
      </w:r>
    </w:p>
    <w:p w14:paraId="52187A56" w14:textId="77777777" w:rsidR="00556777" w:rsidRPr="00755F32" w:rsidRDefault="00556777" w:rsidP="00556777"/>
    <w:p w14:paraId="101A262A" w14:textId="77777777" w:rsidR="00556777" w:rsidRPr="00755F32" w:rsidRDefault="00556777" w:rsidP="00556777">
      <w:r w:rsidRPr="00755F32">
        <w:t>S1B_IW_SLC__1SDV_20170418T190223_20170418T190253_005219_009225_4757</w:t>
      </w:r>
    </w:p>
    <w:p w14:paraId="5636C278" w14:textId="77777777" w:rsidR="00556777" w:rsidRPr="00755F32" w:rsidRDefault="00556777" w:rsidP="00556777">
      <w:r w:rsidRPr="00755F32">
        <w:t>S1B_IW_SLC__1SDV_20170430T190224_20170430T190254_005394_00973E_0162</w:t>
      </w:r>
    </w:p>
    <w:p w14:paraId="0DCF4BB1" w14:textId="77777777" w:rsidR="00556777" w:rsidRPr="00755F32" w:rsidRDefault="00556777" w:rsidP="00556777"/>
    <w:p w14:paraId="64976D76" w14:textId="77777777" w:rsidR="00556777" w:rsidRPr="00755F32" w:rsidRDefault="00556777" w:rsidP="00556777">
      <w:r w:rsidRPr="00755F32">
        <w:t>S1B_IW_SLC__1SDV_20170404T191847_20170404T191917_005015_008C53_6471</w:t>
      </w:r>
    </w:p>
    <w:p w14:paraId="204F2F7F" w14:textId="77777777" w:rsidR="00556777" w:rsidRPr="00755F32" w:rsidRDefault="00556777" w:rsidP="00556777">
      <w:r w:rsidRPr="00755F32">
        <w:t>S1B_IW_SLC__1SDV_20170416T191847_20170416T191917_005190_009154_CD89</w:t>
      </w:r>
    </w:p>
    <w:p w14:paraId="18DDD6A2" w14:textId="77777777" w:rsidR="00556777" w:rsidRPr="00755F32" w:rsidRDefault="00556777" w:rsidP="00556777"/>
    <w:p w14:paraId="117FC0DF" w14:textId="77777777" w:rsidR="00556777" w:rsidRPr="00755F32" w:rsidRDefault="00556777" w:rsidP="00556777">
      <w:r w:rsidRPr="00755F32">
        <w:t>S1B_IW_SLC__1SDV_20170402T193511_20170402T193541_004986_008B84_E3F0</w:t>
      </w:r>
    </w:p>
    <w:p w14:paraId="6D16F171" w14:textId="77777777" w:rsidR="00556777" w:rsidRPr="00755F32" w:rsidRDefault="00556777" w:rsidP="00556777">
      <w:r w:rsidRPr="00755F32">
        <w:t>S1B_IW_SLC__1SDV_20170414T193512_20170414T193542_005161_009085_F737</w:t>
      </w:r>
    </w:p>
    <w:p w14:paraId="2439725D" w14:textId="77777777" w:rsidR="00556777" w:rsidRPr="00755F32" w:rsidRDefault="00556777" w:rsidP="00556777"/>
    <w:p w14:paraId="4AE52C6E" w14:textId="77777777" w:rsidR="00556777" w:rsidRPr="00755F32" w:rsidRDefault="00556777" w:rsidP="00556777">
      <w:r w:rsidRPr="00755F32">
        <w:t>S1B_IW_SLC__1SDV_20170331T195136_20170331T195205_004957_008AAB_BD13</w:t>
      </w:r>
    </w:p>
    <w:p w14:paraId="54E65F36" w14:textId="77777777" w:rsidR="00556777" w:rsidRPr="00755F32" w:rsidRDefault="00556777" w:rsidP="00556777">
      <w:r w:rsidRPr="00755F32">
        <w:t>S1B_IW_SLC__1SDV_20170424T195137_20170424T195206_005307_0094C8_9EF6</w:t>
      </w:r>
    </w:p>
    <w:p w14:paraId="24DF7FFF" w14:textId="77777777" w:rsidR="00556777" w:rsidRPr="00755F32" w:rsidRDefault="00556777" w:rsidP="00556777"/>
    <w:p w14:paraId="2D3E2A43" w14:textId="77777777" w:rsidR="00556777" w:rsidRPr="00755F32" w:rsidRDefault="00556777" w:rsidP="00556777">
      <w:r w:rsidRPr="00755F32">
        <w:t>S1B_IW_SLC__1SDV_20170410T200749_20170410T200819_005103_008EE2_C9FE</w:t>
      </w:r>
    </w:p>
    <w:p w14:paraId="44E810E6" w14:textId="77777777" w:rsidR="00556777" w:rsidRPr="00755F32" w:rsidRDefault="00556777" w:rsidP="00556777">
      <w:r w:rsidRPr="00755F32">
        <w:t>S1B_IW_SLC__1SDV_20170422T200750_20170422T200820_005278_0093F0_9EB3</w:t>
      </w:r>
    </w:p>
    <w:p w14:paraId="15DD291D" w14:textId="77777777" w:rsidR="00556777" w:rsidRPr="00755F32" w:rsidRDefault="00556777" w:rsidP="00556777"/>
    <w:p w14:paraId="607F040B" w14:textId="77777777" w:rsidR="00556777" w:rsidRPr="00755F32" w:rsidRDefault="00556777" w:rsidP="00556777">
      <w:r w:rsidRPr="00755F32">
        <w:t>S1B_IW_SLC__1SDV_20170420T202408_20170420T202438_005249_009315_A81C</w:t>
      </w:r>
    </w:p>
    <w:p w14:paraId="03CAF0EB" w14:textId="77777777" w:rsidR="00556777" w:rsidRPr="00755F32" w:rsidRDefault="00556777" w:rsidP="00556777">
      <w:r w:rsidRPr="00755F32">
        <w:t>S1B_IW_SLC__1SDV_20170502T202408_20170502T202438_005424_009823_2581</w:t>
      </w:r>
    </w:p>
    <w:p w14:paraId="1B890F76" w14:textId="77777777" w:rsidR="00556777" w:rsidRPr="00755F32" w:rsidRDefault="00556777" w:rsidP="00556777"/>
    <w:p w14:paraId="7422DC29" w14:textId="77777777" w:rsidR="00556777" w:rsidRPr="00755F32" w:rsidRDefault="00556777" w:rsidP="00556777">
      <w:r w:rsidRPr="00755F32">
        <w:t>S1B_IW_SLC__1SDV_20170313T204021_20170313T204048_004695_00831C_171A</w:t>
      </w:r>
    </w:p>
    <w:p w14:paraId="7864F6DE" w14:textId="77777777" w:rsidR="00556777" w:rsidRPr="00755F32" w:rsidRDefault="00556777" w:rsidP="00556777">
      <w:r w:rsidRPr="00755F32">
        <w:t>S1B_IW_SLC__1SDV_20170406T204021_20170406T204048_005045_008D32_7C08</w:t>
      </w:r>
    </w:p>
    <w:p w14:paraId="545FAB18" w14:textId="77777777" w:rsidR="00556777" w:rsidRPr="00755F32" w:rsidRDefault="00556777" w:rsidP="00556777"/>
    <w:p w14:paraId="753388B7" w14:textId="77777777" w:rsidR="00556777" w:rsidRPr="00755F32" w:rsidRDefault="00556777" w:rsidP="00556777">
      <w:r w:rsidRPr="00755F32">
        <w:t>S1B_IW_SLC__1SDV_20170416T205646_20170416T205713_005191_00915A_2A40</w:t>
      </w:r>
    </w:p>
    <w:p w14:paraId="5510BBE1" w14:textId="77777777" w:rsidR="00556777" w:rsidRPr="00755F32" w:rsidRDefault="00556777" w:rsidP="00556777">
      <w:r w:rsidRPr="00755F32">
        <w:t>S1B_IW_SLC__1SDV_20170428T205647_20170428T205714_005366_009679_FAF2</w:t>
      </w:r>
    </w:p>
    <w:p w14:paraId="7E049A0D" w14:textId="77777777" w:rsidR="00556777" w:rsidRPr="00755F32" w:rsidRDefault="00556777" w:rsidP="00556777"/>
    <w:p w14:paraId="1196D378" w14:textId="77777777" w:rsidR="00556777" w:rsidRPr="00755F32" w:rsidRDefault="00556777" w:rsidP="00556777">
      <w:r w:rsidRPr="00755F32">
        <w:t>S1B_IW_SLC__1SDV_20170412T212929_20170412T212956_005133_008FB9_80D0</w:t>
      </w:r>
    </w:p>
    <w:p w14:paraId="623B680D" w14:textId="77777777" w:rsidR="00556777" w:rsidRPr="00755F32" w:rsidRDefault="00556777" w:rsidP="00556777">
      <w:r w:rsidRPr="00755F32">
        <w:t>S1B_IW_SLC__1SDV_20170424T212930_20170424T212957_005308_0094D3_58C2</w:t>
      </w:r>
    </w:p>
    <w:p w14:paraId="1C13A32D" w14:textId="77777777" w:rsidR="00556777" w:rsidRPr="00755F32" w:rsidRDefault="00556777" w:rsidP="00556777"/>
    <w:p w14:paraId="3867B0C4" w14:textId="77777777" w:rsidR="00556777" w:rsidRPr="00755F32" w:rsidRDefault="00556777" w:rsidP="00556777">
      <w:r w:rsidRPr="00755F32">
        <w:t>S1B_IW_SLC__1SDV_20170424T212955_20170424T213022_005308_0094D3_4C51</w:t>
      </w:r>
    </w:p>
    <w:p w14:paraId="7CF52A9D" w14:textId="77777777" w:rsidR="00556777" w:rsidRPr="00755F32" w:rsidRDefault="00556777" w:rsidP="00556777">
      <w:r w:rsidRPr="00755F32">
        <w:t>S1B_IW_SLC__1SDV_20170506T212955_20170506T213022_005483_0099BF_D037</w:t>
      </w:r>
    </w:p>
    <w:p w14:paraId="6470B9F3" w14:textId="77777777" w:rsidR="00556777" w:rsidRPr="00755F32" w:rsidRDefault="00556777" w:rsidP="00556777"/>
    <w:p w14:paraId="539A954A" w14:textId="77777777" w:rsidR="00556777" w:rsidRPr="00755F32" w:rsidRDefault="00556777" w:rsidP="00556777">
      <w:r w:rsidRPr="00755F32">
        <w:t>S1B_IW_SLC__1SDV_20170317T214628_20170317T214658_004754_0084E1_3B83</w:t>
      </w:r>
    </w:p>
    <w:p w14:paraId="6C5E14F1" w14:textId="77777777" w:rsidR="00556777" w:rsidRPr="00755F32" w:rsidRDefault="00556777" w:rsidP="00556777">
      <w:r w:rsidRPr="00755F32">
        <w:t>S1B_IW_SLC__1SDV_20170329T214628_20170329T214658_004929_0089E0_90BA</w:t>
      </w:r>
    </w:p>
    <w:p w14:paraId="70565251" w14:textId="77777777" w:rsidR="00556777" w:rsidRPr="00755F32" w:rsidRDefault="00556777" w:rsidP="00556777"/>
    <w:p w14:paraId="3AA0D580" w14:textId="77777777" w:rsidR="00556777" w:rsidRPr="00755F32" w:rsidRDefault="00556777" w:rsidP="00556777">
      <w:r w:rsidRPr="00755F32">
        <w:t>S1B_IW_SLC__1SDV_20170408T220224_20170408T220254_005075_008E13_DF4B</w:t>
      </w:r>
    </w:p>
    <w:p w14:paraId="472B74E1" w14:textId="77777777" w:rsidR="00556777" w:rsidRPr="00755F32" w:rsidRDefault="00556777" w:rsidP="00556777">
      <w:r w:rsidRPr="00755F32">
        <w:t>S1B_IW_SLC__1SDV_20170502T220226_20170502T220255_005425_009830_7086</w:t>
      </w:r>
    </w:p>
    <w:p w14:paraId="692FAC5C" w14:textId="77777777" w:rsidR="00556777" w:rsidRPr="00755F32" w:rsidRDefault="00556777" w:rsidP="00556777"/>
    <w:p w14:paraId="64F43058" w14:textId="77777777" w:rsidR="00556777" w:rsidRPr="00755F32" w:rsidRDefault="00556777" w:rsidP="00556777">
      <w:r w:rsidRPr="00755F32">
        <w:lastRenderedPageBreak/>
        <w:t>S1B_IW_SLC__1SDV_20170502T220253_20170502T220321_005425_009830_87D1</w:t>
      </w:r>
    </w:p>
    <w:p w14:paraId="06EF8187" w14:textId="77777777" w:rsidR="00556777" w:rsidRPr="00755F32" w:rsidRDefault="00556777" w:rsidP="00556777">
      <w:r w:rsidRPr="00755F32">
        <w:t>S1B_IW_SLC__1SDV_20170514T220254_20170514T220322_005600_009CF8_B672</w:t>
      </w:r>
    </w:p>
    <w:p w14:paraId="2D48DE8D" w14:textId="77777777" w:rsidR="00556777" w:rsidRPr="00755F32" w:rsidRDefault="00556777" w:rsidP="00556777"/>
    <w:p w14:paraId="5F8E9E23" w14:textId="77777777" w:rsidR="00556777" w:rsidRPr="00755F32" w:rsidRDefault="00556777" w:rsidP="00556777">
      <w:r w:rsidRPr="00755F32">
        <w:t>S1B_IW_SLC__1SDV_20170428T223511_20170428T223541_005367_009686_0C1D</w:t>
      </w:r>
    </w:p>
    <w:p w14:paraId="7D559986" w14:textId="77777777" w:rsidR="00556777" w:rsidRPr="00755F32" w:rsidRDefault="00556777" w:rsidP="00556777">
      <w:r w:rsidRPr="00755F32">
        <w:t>S1B_IW_SLC__1SDV_20170510T223512_20170510T223542_005542_009B54_E874</w:t>
      </w:r>
    </w:p>
    <w:p w14:paraId="57EFB0B3" w14:textId="77777777" w:rsidR="00556777" w:rsidRPr="00755F32" w:rsidRDefault="00556777" w:rsidP="00556777"/>
    <w:p w14:paraId="215AA928" w14:textId="77777777" w:rsidR="00556777" w:rsidRPr="00755F32" w:rsidRDefault="00556777" w:rsidP="00556777">
      <w:r w:rsidRPr="00755F32">
        <w:t>S1B_IW_SLC__1SDV_20170501T225945_20170501T230015_005411_0097C1_AA21</w:t>
      </w:r>
    </w:p>
    <w:p w14:paraId="2E182D1D" w14:textId="77777777" w:rsidR="00556777" w:rsidRPr="00755F32" w:rsidRDefault="00556777" w:rsidP="00556777">
      <w:r w:rsidRPr="00755F32">
        <w:t>S1B_IW_SLC__1SDV_20170513T225945_20170513T230015_005586_009C8A_20B8</w:t>
      </w:r>
    </w:p>
    <w:p w14:paraId="7087733F" w14:textId="77777777" w:rsidR="00556777" w:rsidRPr="00755F32" w:rsidRDefault="00556777" w:rsidP="00556777"/>
    <w:p w14:paraId="175D1D31" w14:textId="77777777" w:rsidR="00556777" w:rsidRPr="00755F32" w:rsidRDefault="00556777" w:rsidP="00556777">
      <w:r w:rsidRPr="00755F32">
        <w:t>S1B_IW_SLC__1SDV_20170504T232417_20170504T232445_005455_009907_733F</w:t>
      </w:r>
    </w:p>
    <w:p w14:paraId="6A35AA74" w14:textId="77777777" w:rsidR="00556777" w:rsidRPr="00755F32" w:rsidRDefault="00556777" w:rsidP="00556777">
      <w:r w:rsidRPr="00755F32">
        <w:t>S1B_IW_SLC__1SDV_20170516T232417_20170516T232445_005630_009DCA_53AB</w:t>
      </w:r>
    </w:p>
    <w:p w14:paraId="27D91330" w14:textId="77777777" w:rsidR="00556777" w:rsidRPr="00755F32" w:rsidRDefault="00556777" w:rsidP="00556777"/>
    <w:p w14:paraId="4DC1D341" w14:textId="77777777" w:rsidR="00556777" w:rsidRPr="00755F32" w:rsidRDefault="00556777" w:rsidP="00556777">
      <w:r w:rsidRPr="00755F32">
        <w:t>S1B_IW_SLC__1SDV_20170422T232348_20170422T232418_005280_009404_5ABB</w:t>
      </w:r>
    </w:p>
    <w:p w14:paraId="1FD25502" w14:textId="77777777" w:rsidR="00556777" w:rsidRPr="00755F32" w:rsidRDefault="00556777" w:rsidP="00556777">
      <w:r w:rsidRPr="00755F32">
        <w:t>S1B_IW_SLC__1SDV_20170504T232349_20170504T232419_005455_009907_C88E</w:t>
      </w:r>
    </w:p>
    <w:p w14:paraId="6313F2E2" w14:textId="77777777" w:rsidR="00556777" w:rsidRPr="00755F32" w:rsidRDefault="00556777" w:rsidP="00556777"/>
    <w:p w14:paraId="0F59BB0B" w14:textId="77777777" w:rsidR="00556777" w:rsidRPr="00755F32" w:rsidRDefault="00556777" w:rsidP="00556777">
      <w:r w:rsidRPr="00755F32">
        <w:t>S1B_IW_SLC__1SDV_20170320T234812_20170320T234842_004799_00861B_D1E8</w:t>
      </w:r>
    </w:p>
    <w:p w14:paraId="006960E7" w14:textId="77777777" w:rsidR="00556777" w:rsidRPr="00755F32" w:rsidRDefault="00556777" w:rsidP="00556777">
      <w:r w:rsidRPr="00755F32">
        <w:t>S1B_IW_SLC__1SDV_20170401T234813_20170401T234842_004974_008B29_A218</w:t>
      </w:r>
    </w:p>
    <w:p w14:paraId="65B73177" w14:textId="77777777" w:rsidR="00556777" w:rsidRPr="00755F32" w:rsidRDefault="00556777" w:rsidP="00556777"/>
    <w:p w14:paraId="3FF1A13C" w14:textId="77777777" w:rsidR="00556777" w:rsidRPr="00755F32" w:rsidRDefault="00556777" w:rsidP="00556777">
      <w:r w:rsidRPr="00755F32">
        <w:t>S1B_IW_SLC__1SDV_20170405T001229_20170405T001259_005018_008C6E_6947</w:t>
      </w:r>
    </w:p>
    <w:p w14:paraId="33C35E74" w14:textId="77777777" w:rsidR="00556777" w:rsidRPr="00755F32" w:rsidRDefault="00556777" w:rsidP="00556777">
      <w:r w:rsidRPr="00755F32">
        <w:t>S1B_IW_SLC__1SDV_20170417T001230_20170417T001300_005193_00916E_CA46</w:t>
      </w:r>
    </w:p>
    <w:p w14:paraId="690B51F1" w14:textId="77777777" w:rsidR="00556777" w:rsidRPr="00755F32" w:rsidRDefault="00556777" w:rsidP="00556777"/>
    <w:p w14:paraId="72538787" w14:textId="77777777" w:rsidR="00556777" w:rsidRPr="00755F32" w:rsidRDefault="00556777" w:rsidP="00556777">
      <w:r w:rsidRPr="00755F32">
        <w:t>S1B_IW_SLC__1SDV_20170405T001257_20170405T001325_005018_008C6E_01EE</w:t>
      </w:r>
    </w:p>
    <w:p w14:paraId="0983455A" w14:textId="77777777" w:rsidR="00556777" w:rsidRPr="00755F32" w:rsidRDefault="00556777" w:rsidP="00556777">
      <w:r w:rsidRPr="00755F32">
        <w:t>S1B_IW_SLC__1SDV_20170417T001258_20170417T001326_005193_00916E_AB60</w:t>
      </w:r>
    </w:p>
    <w:p w14:paraId="0C083230" w14:textId="77777777" w:rsidR="00556777" w:rsidRPr="00755F32" w:rsidRDefault="00556777" w:rsidP="00556777"/>
    <w:p w14:paraId="317A2086" w14:textId="77777777" w:rsidR="00556777" w:rsidRPr="00755F32" w:rsidRDefault="00556777" w:rsidP="00556777">
      <w:r w:rsidRPr="00755F32">
        <w:t>S1B_IW_SLC__1SDV_20170509T020942_20170509T021010_005515_009A9F_ABDC</w:t>
      </w:r>
    </w:p>
    <w:p w14:paraId="353E7A4A" w14:textId="77777777" w:rsidR="00556777" w:rsidRPr="00755F32" w:rsidRDefault="00556777" w:rsidP="00556777">
      <w:r w:rsidRPr="00755F32">
        <w:t>S1B_IW_SLC__1SDV_20170502T003741_20170502T003808_005412_0097CA_7260</w:t>
      </w:r>
    </w:p>
    <w:p w14:paraId="38E638E8" w14:textId="77777777" w:rsidR="00556777" w:rsidRPr="00755F32" w:rsidRDefault="00556777" w:rsidP="00556777"/>
    <w:p w14:paraId="7321F5D1" w14:textId="77777777" w:rsidR="00556777" w:rsidRPr="00755F32" w:rsidRDefault="00556777" w:rsidP="00556777">
      <w:r w:rsidRPr="00755F32">
        <w:t>S1B_IW_SLC__1SDV_20170427T021031_20170427T021058_005340_0095C6_9A9C</w:t>
      </w:r>
    </w:p>
    <w:p w14:paraId="78E05573" w14:textId="77777777" w:rsidR="00556777" w:rsidRPr="00755F32" w:rsidRDefault="00556777" w:rsidP="00556777">
      <w:r w:rsidRPr="00755F32">
        <w:t>S1B_IW_SLC__1SDV_20170427T021007_20170427T021034_005340_0095C6_A66C</w:t>
      </w:r>
    </w:p>
    <w:p w14:paraId="513B06CD" w14:textId="77777777" w:rsidR="00556777" w:rsidRPr="00755F32" w:rsidRDefault="00556777" w:rsidP="00556777"/>
    <w:p w14:paraId="6080C136" w14:textId="77777777" w:rsidR="00556777" w:rsidRPr="00755F32" w:rsidRDefault="00556777" w:rsidP="00556777">
      <w:r w:rsidRPr="00755F32">
        <w:t>S1B_IW_SLC__1SDV_20170427T020941_20170427T021009_005340_0095C6_A486</w:t>
      </w:r>
    </w:p>
    <w:p w14:paraId="46810D2F" w14:textId="77777777" w:rsidR="00556777" w:rsidRPr="00755F32" w:rsidRDefault="00556777" w:rsidP="00556777">
      <w:r w:rsidRPr="00755F32">
        <w:t>S1B_IW_SLC__1SDV_20170427T020913_20170427T020943_005340_0095C6_0B60</w:t>
      </w:r>
    </w:p>
    <w:p w14:paraId="5FE3925F" w14:textId="77777777" w:rsidR="00556777" w:rsidRPr="00755F32" w:rsidRDefault="00556777" w:rsidP="00556777"/>
    <w:p w14:paraId="38733F99" w14:textId="77777777" w:rsidR="00556777" w:rsidRPr="00755F32" w:rsidRDefault="00556777" w:rsidP="00556777">
      <w:r w:rsidRPr="00755F32">
        <w:t>S1B_IW_SLC__1SDV_20170426T012825_20170426T012853_005325_00954C_F5FD</w:t>
      </w:r>
    </w:p>
    <w:p w14:paraId="385B9870" w14:textId="77777777" w:rsidR="00556777" w:rsidRPr="00755F32" w:rsidRDefault="00556777" w:rsidP="00556777">
      <w:r w:rsidRPr="00755F32">
        <w:lastRenderedPageBreak/>
        <w:t>S1B_IW_SLC__1SDV_20170426T012800_20170426T012827_005325_00954C_9C51</w:t>
      </w:r>
    </w:p>
    <w:p w14:paraId="2CF3E1F2" w14:textId="77777777" w:rsidR="00556777" w:rsidRPr="00755F32" w:rsidRDefault="00556777" w:rsidP="00556777"/>
    <w:p w14:paraId="232FD1EA" w14:textId="77777777" w:rsidR="00556777" w:rsidRPr="00755F32" w:rsidRDefault="00556777" w:rsidP="00556777">
      <w:r w:rsidRPr="00755F32">
        <w:t>S1B_IW_SLC__1SDV_20170423T010327_20170423T010354_005281_00940A_BD44</w:t>
      </w:r>
    </w:p>
    <w:p w14:paraId="7C94BF0B" w14:textId="77777777" w:rsidR="00556777" w:rsidRPr="00755F32" w:rsidRDefault="00556777" w:rsidP="00556777">
      <w:r w:rsidRPr="00755F32">
        <w:t>S1B_IW_SLC__1SDV_20170423T010302_20170423T010329_005281_00940A_55BA</w:t>
      </w:r>
    </w:p>
    <w:p w14:paraId="7171FC4F" w14:textId="77777777" w:rsidR="00556777" w:rsidRPr="00755F32" w:rsidRDefault="00556777" w:rsidP="00556777"/>
    <w:p w14:paraId="3CE95185" w14:textId="77777777" w:rsidR="00556777" w:rsidRPr="00755F32" w:rsidRDefault="00556777" w:rsidP="00556777">
      <w:r w:rsidRPr="00755F32">
        <w:t>S1B_IW_SLC__1SDV_20170423T010237_20170423T010304_005281_00940A_17B8</w:t>
      </w:r>
    </w:p>
    <w:p w14:paraId="5DE927AB" w14:textId="77777777" w:rsidR="00556777" w:rsidRPr="00755F32" w:rsidRDefault="00556777" w:rsidP="00556777">
      <w:r w:rsidRPr="00755F32">
        <w:t>S1B_IW_SLC__1SDV_20170420T003740_20170420T003807_005237_0092B4_1C2D</w:t>
      </w:r>
    </w:p>
    <w:p w14:paraId="54A3A87B" w14:textId="77777777" w:rsidR="00556777" w:rsidRPr="00755F32" w:rsidRDefault="00556777" w:rsidP="00556777"/>
    <w:p w14:paraId="25835CF6" w14:textId="77777777" w:rsidR="00556777" w:rsidRPr="00755F32" w:rsidRDefault="00556777" w:rsidP="00556777">
      <w:r w:rsidRPr="00755F32">
        <w:t>S1B_IW_SLC__1SDV_20170415T021031_20170415T021058_005165_0090A2_80E5</w:t>
      </w:r>
    </w:p>
    <w:p w14:paraId="3B9220E2" w14:textId="77777777" w:rsidR="00556777" w:rsidRPr="00755F32" w:rsidRDefault="00556777" w:rsidP="00556777">
      <w:r w:rsidRPr="00755F32">
        <w:t>S1B_IW_SLC__1SDV_20170415T021006_20170415T021033_005165_0090A2_8F7F</w:t>
      </w:r>
    </w:p>
    <w:p w14:paraId="70045DEF" w14:textId="77777777" w:rsidR="00556777" w:rsidRPr="00755F32" w:rsidRDefault="00556777" w:rsidP="00556777"/>
    <w:p w14:paraId="72947FE0" w14:textId="77777777" w:rsidR="00556777" w:rsidRPr="00755F32" w:rsidRDefault="00556777" w:rsidP="00556777">
      <w:r w:rsidRPr="00755F32">
        <w:t>S1B_IW_SLC__1SDV_20170415T020913_20170415T020943_005165_0090A2_6DF8</w:t>
      </w:r>
    </w:p>
    <w:p w14:paraId="45FA9D80" w14:textId="77777777" w:rsidR="00556777" w:rsidRPr="00755F32" w:rsidRDefault="00556777" w:rsidP="00556777">
      <w:r w:rsidRPr="00755F32">
        <w:t>S1B_IW_SLC__1SDV_20170413T022638_20170413T022708_005136_008FCD_FCF8</w:t>
      </w:r>
    </w:p>
    <w:p w14:paraId="3A790B58" w14:textId="77777777" w:rsidR="00556777" w:rsidRPr="00755F32" w:rsidRDefault="00556777" w:rsidP="00556777"/>
    <w:p w14:paraId="50B5129F" w14:textId="77777777" w:rsidR="00556777" w:rsidRPr="00755F32" w:rsidRDefault="00556777" w:rsidP="00556777">
      <w:r w:rsidRPr="00755F32">
        <w:t>S1B_IW_SLC__1SDV_20170411T010326_20170411T010353_005106_008EFC_73AF</w:t>
      </w:r>
    </w:p>
    <w:p w14:paraId="4D984DEE" w14:textId="77777777" w:rsidR="00556777" w:rsidRPr="00755F32" w:rsidRDefault="00556777" w:rsidP="00556777">
      <w:r w:rsidRPr="00755F32">
        <w:t>S1B_IW_SLC__1SDV_20170411T010301_20170411T010328_005106_008EFC_B99C</w:t>
      </w:r>
    </w:p>
    <w:p w14:paraId="66F27A13" w14:textId="77777777" w:rsidR="00556777" w:rsidRPr="00755F32" w:rsidRDefault="00556777" w:rsidP="00556777"/>
    <w:p w14:paraId="7F422A34" w14:textId="77777777" w:rsidR="00556777" w:rsidRPr="00755F32" w:rsidRDefault="00556777" w:rsidP="00556777">
      <w:r w:rsidRPr="00755F32">
        <w:t>S1B_IW_SLC__1SDV_20170411T010236_20170411T010303_005106_008EFC_75FC</w:t>
      </w:r>
    </w:p>
    <w:p w14:paraId="2859FE09" w14:textId="77777777" w:rsidR="00556777" w:rsidRPr="00755F32" w:rsidRDefault="00556777" w:rsidP="00556777">
      <w:r w:rsidRPr="00755F32">
        <w:t>S1B_IW_SLC__1SDV_20170402T012824_20170402T012852_004975_008B30_F92B</w:t>
      </w:r>
    </w:p>
    <w:p w14:paraId="1F735D8A" w14:textId="77777777" w:rsidR="00556777" w:rsidRPr="00755F32" w:rsidRDefault="00556777" w:rsidP="00556777"/>
    <w:p w14:paraId="27D82870" w14:textId="77777777" w:rsidR="00556777" w:rsidRPr="00755F32" w:rsidRDefault="00556777" w:rsidP="00556777">
      <w:r w:rsidRPr="00755F32">
        <w:t>S1B_IW_SLC__1SDV_20170402T012759_20170402T012826_004975_008B30_9844</w:t>
      </w:r>
    </w:p>
    <w:p w14:paraId="2A941819" w14:textId="77777777" w:rsidR="00556777" w:rsidRPr="00755F32" w:rsidRDefault="00556777" w:rsidP="00556777">
      <w:r w:rsidRPr="00755F32">
        <w:t>S1B_IW_SLC__1SDV_20170401T022637_20170401T022707_004961_008ACB_ED00</w:t>
      </w:r>
    </w:p>
    <w:p w14:paraId="0E6D2E88" w14:textId="77777777" w:rsidR="00556777" w:rsidRPr="00755F32" w:rsidRDefault="00556777" w:rsidP="00556777"/>
    <w:p w14:paraId="0D9EDAC5" w14:textId="77777777" w:rsidR="00556777" w:rsidRPr="00755F32" w:rsidRDefault="00556777" w:rsidP="00556777">
      <w:r w:rsidRPr="00755F32">
        <w:t>S1B_IW_SLC__1SDV_20170330T024259_20170330T024329_004932_0089F7_0B92</w:t>
      </w:r>
    </w:p>
    <w:p w14:paraId="223B765C" w14:textId="77777777" w:rsidR="00556777" w:rsidRDefault="00556777" w:rsidP="00556777">
      <w:r w:rsidRPr="00755F32">
        <w:t>S1B_IW_SLC__1SDV_20170318T024259_20170318T024329_004757_0084F6_8FE7</w:t>
      </w:r>
    </w:p>
    <w:p w14:paraId="5E386323" w14:textId="77777777" w:rsidR="00556777" w:rsidRDefault="00556777" w:rsidP="00556777"/>
    <w:p w14:paraId="34402D00" w14:textId="77777777" w:rsidR="00556777" w:rsidRDefault="00556777" w:rsidP="00556777"/>
    <w:p w14:paraId="1D0B396F" w14:textId="77777777" w:rsidR="00556777" w:rsidRDefault="00556777" w:rsidP="00B4015F"/>
    <w:p w14:paraId="52A72865" w14:textId="77777777" w:rsidR="003A4FB4" w:rsidRDefault="003A4FB4" w:rsidP="003A4FB4">
      <w:pPr>
        <w:pStyle w:val="Caption"/>
      </w:pPr>
    </w:p>
    <w:sectPr w:rsidR="003A4FB4" w:rsidSect="0091791F">
      <w:footerReference w:type="default" r:id="rId8"/>
      <w:pgSz w:w="11907" w:h="13608"/>
      <w:pgMar w:top="567" w:right="936" w:bottom="1338" w:left="936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279335" w14:textId="77777777" w:rsidR="00863177" w:rsidRDefault="00863177" w:rsidP="006D0C96">
      <w:pPr>
        <w:spacing w:line="240" w:lineRule="auto"/>
      </w:pPr>
      <w:r>
        <w:separator/>
      </w:r>
    </w:p>
  </w:endnote>
  <w:endnote w:type="continuationSeparator" w:id="0">
    <w:p w14:paraId="70299023" w14:textId="77777777" w:rsidR="00863177" w:rsidRDefault="00863177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77881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0635B4F" w14:textId="77777777" w:rsidR="006D0C96" w:rsidRDefault="006D0C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6A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EB2A802" w14:textId="77777777" w:rsidR="006D0C96" w:rsidRDefault="006D0C9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CFD888" w14:textId="77777777" w:rsidR="00863177" w:rsidRDefault="00863177" w:rsidP="006D0C96">
      <w:pPr>
        <w:spacing w:line="240" w:lineRule="auto"/>
      </w:pPr>
      <w:r>
        <w:separator/>
      </w:r>
    </w:p>
  </w:footnote>
  <w:footnote w:type="continuationSeparator" w:id="0">
    <w:p w14:paraId="4D53B562" w14:textId="77777777" w:rsidR="00863177" w:rsidRDefault="00863177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13"/>
    <w:rsid w:val="0005690A"/>
    <w:rsid w:val="00075F28"/>
    <w:rsid w:val="000A1B66"/>
    <w:rsid w:val="000C3A9F"/>
    <w:rsid w:val="00196A47"/>
    <w:rsid w:val="001C5EB9"/>
    <w:rsid w:val="00203F92"/>
    <w:rsid w:val="003118C8"/>
    <w:rsid w:val="003A4FB4"/>
    <w:rsid w:val="003D5288"/>
    <w:rsid w:val="00450DB9"/>
    <w:rsid w:val="00463568"/>
    <w:rsid w:val="00491E6C"/>
    <w:rsid w:val="004D0F1A"/>
    <w:rsid w:val="0055217B"/>
    <w:rsid w:val="00556777"/>
    <w:rsid w:val="00564213"/>
    <w:rsid w:val="005A4F32"/>
    <w:rsid w:val="00611CCC"/>
    <w:rsid w:val="006326D7"/>
    <w:rsid w:val="00670F05"/>
    <w:rsid w:val="006D0C96"/>
    <w:rsid w:val="0070537F"/>
    <w:rsid w:val="00751A44"/>
    <w:rsid w:val="00755F32"/>
    <w:rsid w:val="00796A7F"/>
    <w:rsid w:val="007F3595"/>
    <w:rsid w:val="00824511"/>
    <w:rsid w:val="00855006"/>
    <w:rsid w:val="00863177"/>
    <w:rsid w:val="008B719F"/>
    <w:rsid w:val="008C0F2F"/>
    <w:rsid w:val="008E213F"/>
    <w:rsid w:val="008E3110"/>
    <w:rsid w:val="009150E4"/>
    <w:rsid w:val="0091791F"/>
    <w:rsid w:val="00932F15"/>
    <w:rsid w:val="00937000"/>
    <w:rsid w:val="00943440"/>
    <w:rsid w:val="009D38E2"/>
    <w:rsid w:val="009F2C0A"/>
    <w:rsid w:val="00A751A7"/>
    <w:rsid w:val="00AA7DB4"/>
    <w:rsid w:val="00AE4157"/>
    <w:rsid w:val="00B4015F"/>
    <w:rsid w:val="00B5719D"/>
    <w:rsid w:val="00B61064"/>
    <w:rsid w:val="00B75342"/>
    <w:rsid w:val="00B81861"/>
    <w:rsid w:val="00B94A58"/>
    <w:rsid w:val="00BD0523"/>
    <w:rsid w:val="00C1589F"/>
    <w:rsid w:val="00C26311"/>
    <w:rsid w:val="00C35812"/>
    <w:rsid w:val="00C82F79"/>
    <w:rsid w:val="00CC51D0"/>
    <w:rsid w:val="00CF46B4"/>
    <w:rsid w:val="00D40CE0"/>
    <w:rsid w:val="00DB4E53"/>
    <w:rsid w:val="00E00339"/>
    <w:rsid w:val="00E142A8"/>
    <w:rsid w:val="00ED6B96"/>
    <w:rsid w:val="00EE58C0"/>
    <w:rsid w:val="00EF25E8"/>
    <w:rsid w:val="00F35903"/>
    <w:rsid w:val="00F5258E"/>
    <w:rsid w:val="00F613A4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A758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40CE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ED6B96"/>
    <w:pPr>
      <w:keepNext/>
      <w:outlineLvl w:val="3"/>
    </w:pPr>
    <w:rPr>
      <w:b/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  <w:tblStylePr w:type="firstRow">
      <w:pPr>
        <w:jc w:val="left"/>
      </w:pPr>
      <w:rPr>
        <w:rFonts w:ascii="Verdana" w:hAnsi="Verdana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Verdana" w:hAnsi="Verdana"/>
        <w:sz w:val="19"/>
      </w:rPr>
    </w:tblStylePr>
    <w:tblStylePr w:type="firstCol">
      <w:rPr>
        <w:rFonts w:ascii="Verdana" w:hAnsi="Verdana"/>
        <w:sz w:val="19"/>
      </w:rPr>
    </w:tblStylePr>
    <w:tblStylePr w:type="lastCol">
      <w:rPr>
        <w:rFonts w:ascii="Verdana" w:hAnsi="Verdana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96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CopernicusTemplates\Free-Forms\Blank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91DF27-6ECA-CA4D-8B3E-7FE52E7DF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C:\CopernicusTemplates\Free-Forms\Blank.dotm</Template>
  <TotalTime>1</TotalTime>
  <Pages>5</Pages>
  <Words>1126</Words>
  <Characters>6419</Characters>
  <Application>Microsoft Macintosh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Company>Copernicus Gesellschaft mbH</Company>
  <LinksUpToDate>false</LinksUpToDate>
  <CharactersWithSpaces>7530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creator>Martin Rasmussen</dc:creator>
  <cp:lastModifiedBy>Oliver Dammann</cp:lastModifiedBy>
  <cp:revision>4</cp:revision>
  <cp:lastPrinted>2016-02-01T07:21:00Z</cp:lastPrinted>
  <dcterms:created xsi:type="dcterms:W3CDTF">2018-09-04T09:17:00Z</dcterms:created>
  <dcterms:modified xsi:type="dcterms:W3CDTF">2018-09-19T08:01:00Z</dcterms:modified>
</cp:coreProperties>
</file>